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44" w:rsidRDefault="00514944" w:rsidP="00CE600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</w:rPr>
      </w:pPr>
    </w:p>
    <w:p w:rsidR="00514944" w:rsidRDefault="00514944" w:rsidP="00CE600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</w:rPr>
      </w:pPr>
    </w:p>
    <w:p w:rsidR="00B66BD2" w:rsidRPr="006514A0" w:rsidRDefault="00A62C1A" w:rsidP="00B66B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Lisa</w:t>
      </w:r>
      <w:r w:rsidR="00B66BD2" w:rsidRPr="006514A0">
        <w:rPr>
          <w:rFonts w:ascii="Times New Roman" w:hAnsi="Times New Roman" w:cs="Times New Roman"/>
          <w:color w:val="000000"/>
        </w:rPr>
        <w:t xml:space="preserve"> </w:t>
      </w:r>
      <w:r w:rsidR="00C0795A" w:rsidRPr="006514A0">
        <w:rPr>
          <w:rFonts w:ascii="Times New Roman" w:hAnsi="Times New Roman" w:cs="Times New Roman"/>
          <w:color w:val="000000"/>
        </w:rPr>
        <w:t>2</w:t>
      </w:r>
      <w:r w:rsidR="007C3066">
        <w:rPr>
          <w:rFonts w:ascii="Times New Roman" w:hAnsi="Times New Roman" w:cs="Times New Roman"/>
          <w:color w:val="000000"/>
        </w:rPr>
        <w:t>/2</w:t>
      </w:r>
    </w:p>
    <w:p w:rsidR="00A722EA" w:rsidRPr="006514A0" w:rsidRDefault="00A722EA" w:rsidP="00A722EA">
      <w:pPr>
        <w:tabs>
          <w:tab w:val="left" w:pos="5103"/>
        </w:tabs>
        <w:spacing w:line="240" w:lineRule="auto"/>
        <w:ind w:left="5103"/>
        <w:rPr>
          <w:rFonts w:ascii="Times New Roman" w:hAnsi="Times New Roman" w:cs="Times New Roman"/>
        </w:rPr>
      </w:pPr>
      <w:r w:rsidRPr="006514A0">
        <w:rPr>
          <w:rFonts w:ascii="Times New Roman" w:hAnsi="Times New Roman" w:cs="Times New Roman"/>
        </w:rPr>
        <w:t xml:space="preserve">Raamlepingu nr </w:t>
      </w:r>
      <w:r w:rsidR="00347D26" w:rsidRPr="00807B6C">
        <w:rPr>
          <w:rFonts w:ascii="Times New Roman" w:hAnsi="Times New Roman" w:cs="Times New Roman"/>
        </w:rPr>
        <w:t>3-</w:t>
      </w:r>
      <w:r w:rsidR="00CF3010">
        <w:rPr>
          <w:rFonts w:ascii="Times New Roman" w:hAnsi="Times New Roman" w:cs="Times New Roman"/>
        </w:rPr>
        <w:t>2.5.2/</w:t>
      </w:r>
      <w:r w:rsidR="000D1255">
        <w:rPr>
          <w:rFonts w:ascii="Times New Roman" w:hAnsi="Times New Roman" w:cs="Times New Roman"/>
        </w:rPr>
        <w:t>18231801</w:t>
      </w:r>
      <w:r w:rsidR="00347D26">
        <w:rPr>
          <w:rFonts w:ascii="Times New Roman" w:hAnsi="Times New Roman" w:cs="Times New Roman"/>
        </w:rPr>
        <w:t xml:space="preserve"> </w:t>
      </w:r>
      <w:r w:rsidRPr="006514A0">
        <w:rPr>
          <w:rFonts w:ascii="Times New Roman" w:hAnsi="Times New Roman" w:cs="Times New Roman"/>
        </w:rPr>
        <w:t>juurde</w:t>
      </w:r>
    </w:p>
    <w:p w:rsidR="003830B7" w:rsidRPr="006514A0" w:rsidRDefault="003830B7" w:rsidP="00153CB4">
      <w:pPr>
        <w:tabs>
          <w:tab w:val="left" w:pos="5103"/>
        </w:tabs>
        <w:spacing w:line="240" w:lineRule="auto"/>
        <w:rPr>
          <w:rFonts w:ascii="Times New Roman" w:hAnsi="Times New Roman" w:cs="Times New Roman"/>
          <w:b/>
        </w:rPr>
      </w:pPr>
      <w:r w:rsidRPr="006514A0">
        <w:rPr>
          <w:rFonts w:ascii="Times New Roman" w:hAnsi="Times New Roman" w:cs="Times New Roman"/>
          <w:b/>
        </w:rPr>
        <w:t xml:space="preserve">Hinnakokkulepe </w:t>
      </w:r>
      <w:r w:rsidRPr="006514A0">
        <w:rPr>
          <w:rFonts w:ascii="Times New Roman" w:hAnsi="Times New Roman" w:cs="Times New Roman"/>
          <w:b/>
        </w:rPr>
        <w:tab/>
      </w:r>
      <w:r w:rsidRPr="006514A0">
        <w:rPr>
          <w:rFonts w:ascii="Times New Roman" w:hAnsi="Times New Roman" w:cs="Times New Roman"/>
          <w:b/>
        </w:rPr>
        <w:tab/>
      </w:r>
    </w:p>
    <w:p w:rsidR="00696CA2" w:rsidRPr="006514A0" w:rsidRDefault="003830B7" w:rsidP="00A62C1A">
      <w:pPr>
        <w:ind w:left="3540" w:firstLine="708"/>
        <w:jc w:val="both"/>
        <w:outlineLvl w:val="0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/Kuupäev vastavalt hilisemale digitaalsele allkirjale/</w:t>
      </w:r>
    </w:p>
    <w:p w:rsidR="00D71BA3" w:rsidRDefault="00C86304" w:rsidP="00C86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>1.</w:t>
      </w:r>
      <w:r w:rsidRPr="00A62C1A">
        <w:rPr>
          <w:rFonts w:ascii="Times New Roman" w:hAnsi="Times New Roman" w:cs="Times New Roman"/>
          <w:b/>
          <w:color w:val="000000"/>
        </w:rPr>
        <w:t>RMK</w:t>
      </w:r>
      <w:r w:rsidRPr="006514A0">
        <w:rPr>
          <w:rFonts w:ascii="Times New Roman" w:hAnsi="Times New Roman" w:cs="Times New Roman"/>
          <w:color w:val="000000"/>
        </w:rPr>
        <w:t xml:space="preserve"> (</w:t>
      </w:r>
      <w:r w:rsidR="00E73F40">
        <w:rPr>
          <w:rFonts w:ascii="Times New Roman" w:hAnsi="Times New Roman" w:cs="Times New Roman"/>
          <w:color w:val="000000"/>
        </w:rPr>
        <w:t>Tellija)</w:t>
      </w:r>
      <w:r w:rsidR="0021226F">
        <w:rPr>
          <w:rFonts w:ascii="Times New Roman" w:hAnsi="Times New Roman" w:cs="Times New Roman"/>
          <w:color w:val="000000"/>
        </w:rPr>
        <w:t xml:space="preserve"> </w:t>
      </w:r>
      <w:r w:rsidRPr="006514A0">
        <w:rPr>
          <w:rFonts w:ascii="Times New Roman" w:hAnsi="Times New Roman" w:cs="Times New Roman"/>
          <w:color w:val="000000"/>
        </w:rPr>
        <w:t>poolt</w:t>
      </w:r>
      <w:r w:rsidR="0047216E">
        <w:rPr>
          <w:rFonts w:ascii="Times New Roman" w:hAnsi="Times New Roman" w:cs="Times New Roman"/>
          <w:color w:val="000000"/>
        </w:rPr>
        <w:t xml:space="preserve"> </w:t>
      </w:r>
      <w:r w:rsidR="0047216E" w:rsidRPr="0047216E">
        <w:rPr>
          <w:rFonts w:ascii="Times New Roman" w:hAnsi="Times New Roman" w:cs="Times New Roman"/>
          <w:color w:val="000000"/>
        </w:rPr>
        <w:t xml:space="preserve"> tasutava hinna aluseks olev Hinnakokkuleppe raamistik</w:t>
      </w:r>
      <w:r w:rsidR="003D3C4E">
        <w:rPr>
          <w:rFonts w:ascii="Times New Roman" w:hAnsi="Times New Roman" w:cs="Times New Roman"/>
          <w:color w:val="000000"/>
        </w:rPr>
        <w:t xml:space="preserve"> Pakkujatele on alates </w:t>
      </w:r>
      <w:r w:rsidR="007C3066">
        <w:rPr>
          <w:rFonts w:ascii="Times New Roman" w:hAnsi="Times New Roman" w:cs="Times New Roman"/>
          <w:b/>
          <w:color w:val="000000"/>
        </w:rPr>
        <w:t>01.07</w:t>
      </w:r>
      <w:r w:rsidR="003D3C4E" w:rsidRPr="003D3C4E">
        <w:rPr>
          <w:rFonts w:ascii="Times New Roman" w:hAnsi="Times New Roman" w:cs="Times New Roman"/>
          <w:b/>
          <w:color w:val="000000"/>
        </w:rPr>
        <w:t>.2018</w:t>
      </w:r>
      <w:r w:rsidR="003D3C4E">
        <w:rPr>
          <w:rFonts w:ascii="Times New Roman" w:hAnsi="Times New Roman" w:cs="Times New Roman"/>
          <w:b/>
          <w:color w:val="000000"/>
        </w:rPr>
        <w:t xml:space="preserve"> </w:t>
      </w:r>
      <w:r w:rsidR="0047216E">
        <w:rPr>
          <w:rFonts w:ascii="Times New Roman" w:hAnsi="Times New Roman" w:cs="Times New Roman"/>
          <w:color w:val="000000"/>
        </w:rPr>
        <w:t xml:space="preserve"> järgnev:</w:t>
      </w:r>
    </w:p>
    <w:p w:rsidR="00D71BA3" w:rsidRDefault="00D71BA3" w:rsidP="00C86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03097" w:rsidRPr="006514A0" w:rsidRDefault="0021226F" w:rsidP="00C86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1.1 </w:t>
      </w:r>
      <w:r w:rsidR="00C86304" w:rsidRPr="006514A0">
        <w:rPr>
          <w:rFonts w:ascii="Times New Roman" w:hAnsi="Times New Roman" w:cs="Times New Roman"/>
          <w:color w:val="000000"/>
        </w:rPr>
        <w:t xml:space="preserve"> </w:t>
      </w:r>
      <w:r w:rsidR="003D3C4E" w:rsidRPr="003D3C4E">
        <w:rPr>
          <w:rFonts w:ascii="Times New Roman" w:hAnsi="Times New Roman" w:cs="Times New Roman"/>
          <w:b/>
          <w:color w:val="000000"/>
        </w:rPr>
        <w:t xml:space="preserve">OÜ </w:t>
      </w:r>
      <w:proofErr w:type="spellStart"/>
      <w:r w:rsidR="003D3C4E" w:rsidRPr="003D3C4E">
        <w:rPr>
          <w:rFonts w:ascii="Times New Roman" w:hAnsi="Times New Roman" w:cs="Times New Roman"/>
          <w:b/>
          <w:color w:val="000000"/>
        </w:rPr>
        <w:t>Wood-Tarns</w:t>
      </w:r>
      <w:proofErr w:type="spellEnd"/>
      <w:r w:rsidR="003D3C4E">
        <w:rPr>
          <w:rFonts w:ascii="Times New Roman" w:hAnsi="Times New Roman" w:cs="Times New Roman"/>
          <w:color w:val="000000"/>
        </w:rPr>
        <w:t xml:space="preserve"> </w:t>
      </w:r>
      <w:r w:rsidR="00FF3246">
        <w:rPr>
          <w:rFonts w:ascii="Times New Roman" w:hAnsi="Times New Roman" w:cs="Times New Roman"/>
          <w:b/>
          <w:color w:val="000000"/>
        </w:rPr>
        <w:t xml:space="preserve">  </w:t>
      </w:r>
      <w:r w:rsidR="00C86304" w:rsidRPr="006514A0">
        <w:rPr>
          <w:rFonts w:ascii="Times New Roman" w:hAnsi="Times New Roman" w:cs="Times New Roman"/>
          <w:color w:val="000000"/>
        </w:rPr>
        <w:t xml:space="preserve">(Töövõtjale) tasutava metsamaterjali </w:t>
      </w:r>
      <w:r w:rsidR="0073646D" w:rsidRPr="006514A0">
        <w:rPr>
          <w:rFonts w:ascii="Times New Roman" w:hAnsi="Times New Roman" w:cs="Times New Roman"/>
          <w:color w:val="000000"/>
        </w:rPr>
        <w:t xml:space="preserve">laadimise-  ja veoteenuse </w:t>
      </w:r>
      <w:r w:rsidR="00696CA2" w:rsidRPr="006514A0">
        <w:rPr>
          <w:rFonts w:ascii="Times New Roman" w:hAnsi="Times New Roman" w:cs="Times New Roman"/>
          <w:color w:val="000000"/>
        </w:rPr>
        <w:t>hind</w:t>
      </w:r>
    </w:p>
    <w:p w:rsidR="00903097" w:rsidRPr="006514A0" w:rsidRDefault="00903097" w:rsidP="00C86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614"/>
        <w:gridCol w:w="615"/>
        <w:gridCol w:w="616"/>
        <w:gridCol w:w="616"/>
        <w:gridCol w:w="616"/>
        <w:gridCol w:w="616"/>
        <w:gridCol w:w="616"/>
        <w:gridCol w:w="66"/>
        <w:gridCol w:w="551"/>
        <w:gridCol w:w="616"/>
        <w:gridCol w:w="616"/>
        <w:gridCol w:w="616"/>
        <w:gridCol w:w="616"/>
        <w:gridCol w:w="661"/>
      </w:tblGrid>
      <w:tr w:rsidR="0000778F" w:rsidRPr="006514A0" w:rsidTr="00482290">
        <w:trPr>
          <w:trHeight w:val="210"/>
        </w:trPr>
        <w:tc>
          <w:tcPr>
            <w:tcW w:w="5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Koefitsient RMK</w:t>
            </w:r>
            <w:r w:rsidR="00DE2AE6" w:rsidRPr="006514A0">
              <w:rPr>
                <w:rFonts w:ascii="Times New Roman" w:hAnsi="Times New Roman" w:cs="Times New Roman"/>
                <w:color w:val="000000"/>
              </w:rPr>
              <w:t xml:space="preserve"> puiduveo hinnaraamistiku 1,00 </w:t>
            </w:r>
            <w:r w:rsidRPr="006514A0">
              <w:rPr>
                <w:rFonts w:ascii="Times New Roman" w:hAnsi="Times New Roman" w:cs="Times New Roman"/>
                <w:color w:val="000000"/>
              </w:rPr>
              <w:t>tasemele on: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0778F" w:rsidRPr="006514A0" w:rsidRDefault="003C7548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0,985</w:t>
            </w:r>
          </w:p>
        </w:tc>
      </w:tr>
      <w:tr w:rsidR="0000778F" w:rsidRPr="006514A0" w:rsidTr="0025720D">
        <w:trPr>
          <w:trHeight w:val="210"/>
        </w:trPr>
        <w:tc>
          <w:tcPr>
            <w:tcW w:w="4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RMK puiduveo hinnaraamistiku 1,00  taseme aluseks olev kütusehind: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0778F" w:rsidRPr="006514A0" w:rsidRDefault="000D2C22" w:rsidP="0025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ja töötasu: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0778F" w:rsidRPr="006514A0" w:rsidRDefault="0025720D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1199</w:t>
            </w:r>
          </w:p>
        </w:tc>
      </w:tr>
      <w:tr w:rsidR="0000778F" w:rsidRPr="006514A0" w:rsidTr="00482290">
        <w:trPr>
          <w:trHeight w:val="21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Vahemaa, km</w:t>
            </w:r>
          </w:p>
        </w:tc>
        <w:tc>
          <w:tcPr>
            <w:tcW w:w="805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Läbisõidu kasutuse koefitsient (hinnad €/m</w:t>
            </w:r>
            <w:r w:rsidRPr="006514A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6514A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0778F" w:rsidRPr="006514A0" w:rsidTr="00482290">
        <w:trPr>
          <w:trHeight w:val="420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≤ 0,5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0,50-0,52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0,52-0,54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0,54-0,56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0,56-0,58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0,58-0,60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0,60-0,62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0,62-0,64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0,64-0,68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0,68-0,72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0,72-0,76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0,76-0,80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≥ 0,80</w:t>
            </w:r>
          </w:p>
        </w:tc>
      </w:tr>
      <w:tr w:rsidR="0000778F" w:rsidRPr="006514A0" w:rsidTr="00482290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E70307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00778F" w:rsidRPr="006514A0" w:rsidTr="00482290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E70307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00778F" w:rsidRPr="006514A0" w:rsidTr="00482290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78F" w:rsidRPr="006514A0" w:rsidRDefault="0000778F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E70307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78F" w:rsidRPr="006514A0" w:rsidRDefault="00482290" w:rsidP="0000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</w:tbl>
    <w:p w:rsidR="0025720D" w:rsidRDefault="0025720D" w:rsidP="005F6E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et-EE"/>
        </w:rPr>
      </w:pPr>
    </w:p>
    <w:p w:rsidR="004B16AE" w:rsidRPr="006514A0" w:rsidRDefault="004B16AE" w:rsidP="004B1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1.2 </w:t>
      </w:r>
      <w:r w:rsidRPr="006514A0">
        <w:rPr>
          <w:rFonts w:ascii="Times New Roman" w:hAnsi="Times New Roman" w:cs="Times New Roman"/>
          <w:color w:val="000000"/>
        </w:rPr>
        <w:t xml:space="preserve"> </w:t>
      </w:r>
      <w:r w:rsidRPr="003D3C4E">
        <w:rPr>
          <w:rFonts w:ascii="Times New Roman" w:hAnsi="Times New Roman" w:cs="Times New Roman"/>
          <w:b/>
          <w:color w:val="000000"/>
        </w:rPr>
        <w:t>OÜ</w:t>
      </w:r>
      <w:r>
        <w:rPr>
          <w:rFonts w:ascii="Times New Roman" w:hAnsi="Times New Roman" w:cs="Times New Roman"/>
          <w:b/>
          <w:color w:val="000000"/>
        </w:rPr>
        <w:t xml:space="preserve"> HMPK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Pr="006514A0">
        <w:rPr>
          <w:rFonts w:ascii="Times New Roman" w:hAnsi="Times New Roman" w:cs="Times New Roman"/>
          <w:color w:val="000000"/>
        </w:rPr>
        <w:t>(Töövõtjale) tasutava metsamaterjali laadimise-  ja veoteenuse hind</w:t>
      </w:r>
    </w:p>
    <w:p w:rsidR="004B16AE" w:rsidRPr="006514A0" w:rsidRDefault="004B16AE" w:rsidP="004B1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614"/>
        <w:gridCol w:w="615"/>
        <w:gridCol w:w="616"/>
        <w:gridCol w:w="616"/>
        <w:gridCol w:w="616"/>
        <w:gridCol w:w="616"/>
        <w:gridCol w:w="616"/>
        <w:gridCol w:w="66"/>
        <w:gridCol w:w="551"/>
        <w:gridCol w:w="616"/>
        <w:gridCol w:w="616"/>
        <w:gridCol w:w="616"/>
        <w:gridCol w:w="616"/>
        <w:gridCol w:w="661"/>
      </w:tblGrid>
      <w:tr w:rsidR="004B16AE" w:rsidRPr="006514A0" w:rsidTr="00A62C1A">
        <w:trPr>
          <w:trHeight w:val="210"/>
        </w:trPr>
        <w:tc>
          <w:tcPr>
            <w:tcW w:w="5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Koefitsient RMK puiduveo hinnaraamistiku 1,00 tasemele on: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E1480E">
              <w:rPr>
                <w:rFonts w:ascii="Times New Roman" w:hAnsi="Times New Roman" w:cs="Times New Roman"/>
                <w:color w:val="000000"/>
              </w:rPr>
              <w:t>950</w:t>
            </w:r>
          </w:p>
        </w:tc>
      </w:tr>
      <w:tr w:rsidR="004B16AE" w:rsidRPr="006514A0" w:rsidTr="00A62C1A">
        <w:trPr>
          <w:trHeight w:val="210"/>
        </w:trPr>
        <w:tc>
          <w:tcPr>
            <w:tcW w:w="4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RMK puiduveo hinnaraamistiku 1,00  taseme aluseks olev kütusehind: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4B16AE" w:rsidRPr="006514A0" w:rsidRDefault="000D2C22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ja töötasu: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1199</w:t>
            </w:r>
          </w:p>
        </w:tc>
      </w:tr>
      <w:tr w:rsidR="004B16AE" w:rsidRPr="006514A0" w:rsidTr="00A62C1A">
        <w:trPr>
          <w:trHeight w:val="21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Vahemaa, km</w:t>
            </w:r>
          </w:p>
        </w:tc>
        <w:tc>
          <w:tcPr>
            <w:tcW w:w="805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Läbisõidu kasutuse koefitsient (hinnad €/m</w:t>
            </w:r>
            <w:r w:rsidRPr="006514A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6514A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B16AE" w:rsidRPr="006514A0" w:rsidTr="00A62C1A">
        <w:trPr>
          <w:trHeight w:val="420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≤ 0,5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0,50-0,52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0,52-0,54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0,54-0,56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0,56-0,58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0,58-0,60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0,60-0,62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0,62-0,64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0,64-0,68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0,68-0,72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0,72-0,76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0,76-0,80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≥ 0,80</w:t>
            </w:r>
          </w:p>
        </w:tc>
      </w:tr>
      <w:tr w:rsidR="004B16AE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4B16AE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2,98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4B16AE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3,48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6AE" w:rsidRPr="006514A0" w:rsidRDefault="004B16AE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</w:tbl>
    <w:p w:rsidR="004B16AE" w:rsidRDefault="004B16AE" w:rsidP="005F6E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et-EE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1.3 </w:t>
      </w:r>
      <w:r w:rsidRPr="006514A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AS </w:t>
      </w:r>
      <w:proofErr w:type="spellStart"/>
      <w:r>
        <w:rPr>
          <w:rFonts w:ascii="Times New Roman" w:hAnsi="Times New Roman" w:cs="Times New Roman"/>
          <w:b/>
          <w:color w:val="000000"/>
        </w:rPr>
        <w:t>KaroTrans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Pr="006514A0">
        <w:rPr>
          <w:rFonts w:ascii="Times New Roman" w:hAnsi="Times New Roman" w:cs="Times New Roman"/>
          <w:color w:val="000000"/>
        </w:rPr>
        <w:t>(Töövõtjale) tasutava metsamaterjali laadimise-  ja veoteenuse hind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614"/>
        <w:gridCol w:w="615"/>
        <w:gridCol w:w="616"/>
        <w:gridCol w:w="616"/>
        <w:gridCol w:w="616"/>
        <w:gridCol w:w="616"/>
        <w:gridCol w:w="616"/>
        <w:gridCol w:w="66"/>
        <w:gridCol w:w="551"/>
        <w:gridCol w:w="616"/>
        <w:gridCol w:w="616"/>
        <w:gridCol w:w="616"/>
        <w:gridCol w:w="616"/>
        <w:gridCol w:w="661"/>
      </w:tblGrid>
      <w:tr w:rsidR="00A62C1A" w:rsidRPr="006514A0" w:rsidTr="00A62C1A">
        <w:trPr>
          <w:trHeight w:val="210"/>
        </w:trPr>
        <w:tc>
          <w:tcPr>
            <w:tcW w:w="5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Koefitsient RMK puiduveo hinnaraamistiku 1,00 tasemele on: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  <w:r w:rsidR="000D125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</w:tr>
      <w:tr w:rsidR="00A62C1A" w:rsidRPr="006514A0" w:rsidTr="00A62C1A">
        <w:trPr>
          <w:trHeight w:val="210"/>
        </w:trPr>
        <w:tc>
          <w:tcPr>
            <w:tcW w:w="4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RMK puiduveo hinnaraamistiku 1,00  taseme aluseks olev kütusehind: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62C1A" w:rsidRPr="006514A0" w:rsidRDefault="000D2C22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ja töötasu: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>199</w:t>
            </w:r>
          </w:p>
        </w:tc>
      </w:tr>
      <w:tr w:rsidR="00A62C1A" w:rsidRPr="006514A0" w:rsidTr="00A62C1A">
        <w:trPr>
          <w:trHeight w:val="21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Vahemaa, km</w:t>
            </w:r>
          </w:p>
        </w:tc>
        <w:tc>
          <w:tcPr>
            <w:tcW w:w="805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Läbisõidu kasutuse koefitsient (hinnad €/m</w:t>
            </w:r>
            <w:r w:rsidRPr="006514A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6514A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A62C1A" w:rsidRPr="006514A0" w:rsidTr="00A62C1A">
        <w:trPr>
          <w:trHeight w:val="420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≤ 0,5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0,50-0,52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0,52-0,54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0,54-0,56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0,56-0,58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0,58-0,60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0,60-0,62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0,62-0,64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0,64-0,68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0,68-0,72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0,72-0,76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0,76-0,80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≥ 0,80</w:t>
            </w:r>
          </w:p>
        </w:tc>
      </w:tr>
      <w:tr w:rsidR="00A62C1A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2C1A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62C1A" w:rsidRPr="006514A0" w:rsidTr="00A62C1A">
        <w:trPr>
          <w:trHeight w:val="21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14A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E70307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C1A" w:rsidRPr="006514A0" w:rsidRDefault="00A62C1A" w:rsidP="00A62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</w:tbl>
    <w:p w:rsidR="0025720D" w:rsidRDefault="0025720D" w:rsidP="005F6E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et-EE"/>
        </w:rPr>
      </w:pPr>
    </w:p>
    <w:p w:rsidR="005F6EDC" w:rsidRPr="006514A0" w:rsidRDefault="001A60CD" w:rsidP="005F6E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>Poolte allkirjad</w:t>
      </w:r>
    </w:p>
    <w:p w:rsidR="00A62C1A" w:rsidRDefault="00A62C1A" w:rsidP="00154EEC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lang w:eastAsia="et-EE"/>
        </w:rPr>
      </w:pPr>
    </w:p>
    <w:p w:rsidR="00154EEC" w:rsidRPr="004B4A44" w:rsidRDefault="001A60CD" w:rsidP="00154EEC">
      <w:pPr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HANKIJA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4B4A44">
        <w:rPr>
          <w:rFonts w:ascii="Times New Roman" w:hAnsi="Times New Roman" w:cs="Times New Roman"/>
          <w:b/>
          <w:bCs/>
          <w:color w:val="000000"/>
        </w:rPr>
        <w:t>Riigimetsa Majandamise Keskus</w:t>
      </w:r>
      <w:r w:rsidRPr="006514A0">
        <w:rPr>
          <w:rFonts w:ascii="Times New Roman" w:hAnsi="Times New Roman" w:cs="Times New Roman"/>
          <w:bCs/>
          <w:color w:val="000000"/>
        </w:rPr>
        <w:t xml:space="preserve"> registrikood 70004459</w:t>
      </w:r>
      <w:r w:rsidRPr="006514A0">
        <w:rPr>
          <w:rFonts w:ascii="Times New Roman" w:hAnsi="Times New Roman" w:cs="Times New Roman"/>
          <w:bCs/>
          <w:color w:val="000000"/>
        </w:rPr>
        <w:tab/>
      </w:r>
      <w:r w:rsidRPr="006514A0">
        <w:rPr>
          <w:rFonts w:ascii="Times New Roman" w:hAnsi="Times New Roman" w:cs="Times New Roman"/>
          <w:bCs/>
          <w:color w:val="000000"/>
        </w:rPr>
        <w:tab/>
      </w:r>
      <w:r w:rsidRPr="006514A0">
        <w:rPr>
          <w:rFonts w:ascii="Times New Roman" w:hAnsi="Times New Roman" w:cs="Times New Roman"/>
          <w:bCs/>
          <w:color w:val="000000"/>
        </w:rPr>
        <w:tab/>
        <w:t xml:space="preserve"> 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6514A0">
        <w:rPr>
          <w:rFonts w:ascii="Times New Roman" w:hAnsi="Times New Roman" w:cs="Times New Roman"/>
          <w:bCs/>
          <w:color w:val="000000"/>
        </w:rPr>
        <w:lastRenderedPageBreak/>
        <w:t>Toompuiestee 24 Tallinn</w:t>
      </w:r>
      <w:r w:rsidRPr="006514A0">
        <w:rPr>
          <w:rFonts w:ascii="Times New Roman" w:hAnsi="Times New Roman" w:cs="Times New Roman"/>
          <w:bCs/>
          <w:color w:val="000000"/>
        </w:rPr>
        <w:tab/>
      </w:r>
      <w:r w:rsidRPr="006514A0">
        <w:rPr>
          <w:rFonts w:ascii="Times New Roman" w:hAnsi="Times New Roman" w:cs="Times New Roman"/>
          <w:bCs/>
          <w:color w:val="000000"/>
        </w:rPr>
        <w:tab/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6514A0">
        <w:rPr>
          <w:rFonts w:ascii="Times New Roman" w:hAnsi="Times New Roman" w:cs="Times New Roman"/>
          <w:bCs/>
          <w:color w:val="000000"/>
        </w:rPr>
        <w:t xml:space="preserve">Tel 5074094; e-post </w:t>
      </w:r>
      <w:hyperlink r:id="rId9" w:history="1">
        <w:r w:rsidRPr="006514A0">
          <w:rPr>
            <w:rStyle w:val="Hyperlink"/>
            <w:rFonts w:ascii="Times New Roman" w:hAnsi="Times New Roman" w:cs="Times New Roman"/>
            <w:bCs/>
          </w:rPr>
          <w:t>romet.jurgenson@rmk.ee</w:t>
        </w:r>
      </w:hyperlink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6514A0">
        <w:rPr>
          <w:rFonts w:ascii="Times New Roman" w:hAnsi="Times New Roman" w:cs="Times New Roman"/>
          <w:bCs/>
          <w:i/>
          <w:color w:val="000000"/>
        </w:rPr>
        <w:t>(allkirjastatud digitaalselt)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514A0">
        <w:rPr>
          <w:rFonts w:ascii="Times New Roman" w:hAnsi="Times New Roman" w:cs="Times New Roman"/>
          <w:b/>
          <w:bCs/>
          <w:color w:val="000000"/>
        </w:rPr>
        <w:t>Romet</w:t>
      </w:r>
      <w:proofErr w:type="spellEnd"/>
      <w:r w:rsidRPr="006514A0">
        <w:rPr>
          <w:rFonts w:ascii="Times New Roman" w:hAnsi="Times New Roman" w:cs="Times New Roman"/>
          <w:b/>
          <w:bCs/>
          <w:color w:val="000000"/>
        </w:rPr>
        <w:t xml:space="preserve"> Jürgenson</w:t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  <w:r w:rsidRPr="006514A0">
        <w:rPr>
          <w:rFonts w:ascii="Times New Roman" w:hAnsi="Times New Roman" w:cs="Times New Roman"/>
          <w:b/>
          <w:bCs/>
          <w:color w:val="000000"/>
        </w:rPr>
        <w:tab/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6514A0">
        <w:rPr>
          <w:rFonts w:ascii="Times New Roman" w:hAnsi="Times New Roman" w:cs="Times New Roman"/>
          <w:bCs/>
          <w:color w:val="000000"/>
        </w:rPr>
        <w:t>PAKKUJAD: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 xml:space="preserve">OÜ </w:t>
      </w:r>
      <w:proofErr w:type="spellStart"/>
      <w:r w:rsidRPr="006514A0">
        <w:rPr>
          <w:rFonts w:ascii="Times New Roman" w:hAnsi="Times New Roman" w:cs="Times New Roman"/>
          <w:b/>
          <w:color w:val="000000"/>
        </w:rPr>
        <w:t>Wood-Trans</w:t>
      </w:r>
      <w:proofErr w:type="spellEnd"/>
      <w:r w:rsidRPr="006514A0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 registrikood 10820603 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>Roo 47A-20, Tallinna linn, Harju maakond, 10320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 xml:space="preserve">Tel  565 8196, e-post </w:t>
      </w:r>
      <w:hyperlink r:id="rId10" w:history="1">
        <w:r w:rsidRPr="006514A0">
          <w:rPr>
            <w:rStyle w:val="Hyperlink"/>
            <w:rFonts w:ascii="Times New Roman" w:hAnsi="Times New Roman" w:cs="Times New Roman"/>
          </w:rPr>
          <w:t>woodtrans18@gmail.com</w:t>
        </w:r>
      </w:hyperlink>
      <w:r w:rsidRPr="006514A0">
        <w:rPr>
          <w:rFonts w:ascii="Times New Roman" w:hAnsi="Times New Roman" w:cs="Times New Roman"/>
          <w:color w:val="000000"/>
        </w:rPr>
        <w:t>;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514A0">
        <w:rPr>
          <w:rFonts w:ascii="Times New Roman" w:hAnsi="Times New Roman" w:cs="Times New Roman"/>
          <w:bCs/>
          <w:i/>
          <w:color w:val="000000"/>
        </w:rPr>
        <w:t>(allkirjastatud digitaalselt)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 xml:space="preserve">Andres  </w:t>
      </w:r>
      <w:proofErr w:type="spellStart"/>
      <w:r w:rsidRPr="006514A0">
        <w:rPr>
          <w:rFonts w:ascii="Times New Roman" w:hAnsi="Times New Roman" w:cs="Times New Roman"/>
          <w:b/>
          <w:color w:val="000000"/>
        </w:rPr>
        <w:t>Alapert</w:t>
      </w:r>
      <w:proofErr w:type="spellEnd"/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>OÜ HMPK</w:t>
      </w:r>
      <w:r w:rsidRPr="006514A0">
        <w:rPr>
          <w:rFonts w:ascii="Times New Roman" w:hAnsi="Times New Roman" w:cs="Times New Roman"/>
          <w:color w:val="000000"/>
        </w:rPr>
        <w:t xml:space="preserve">, registrikood 10348945 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>Lubjaahju 3, Kärdla linn, Hiiu maakond, 92411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 xml:space="preserve">Tel  564 88605, e-post </w:t>
      </w:r>
      <w:hyperlink r:id="rId11" w:history="1">
        <w:r w:rsidRPr="006514A0">
          <w:rPr>
            <w:rStyle w:val="Hyperlink"/>
            <w:rFonts w:ascii="Times New Roman" w:hAnsi="Times New Roman" w:cs="Times New Roman"/>
          </w:rPr>
          <w:t>andrus@hmpk.ee</w:t>
        </w:r>
      </w:hyperlink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  <w:r w:rsidRPr="006514A0">
        <w:rPr>
          <w:rFonts w:ascii="Times New Roman" w:hAnsi="Times New Roman" w:cs="Times New Roman"/>
          <w:bCs/>
          <w:i/>
          <w:color w:val="000000"/>
        </w:rPr>
        <w:t>(allkirjastatud digitaalselt)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>Andrus Ilumets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 xml:space="preserve">AS </w:t>
      </w:r>
      <w:proofErr w:type="spellStart"/>
      <w:r w:rsidRPr="006514A0">
        <w:rPr>
          <w:rFonts w:ascii="Times New Roman" w:hAnsi="Times New Roman" w:cs="Times New Roman"/>
          <w:b/>
          <w:color w:val="000000"/>
        </w:rPr>
        <w:t>KaroTrans</w:t>
      </w:r>
      <w:proofErr w:type="spellEnd"/>
      <w:r w:rsidRPr="006514A0">
        <w:rPr>
          <w:rFonts w:ascii="Times New Roman" w:hAnsi="Times New Roman" w:cs="Times New Roman"/>
          <w:color w:val="000000"/>
        </w:rPr>
        <w:t>, registrikood 10967341</w:t>
      </w:r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Savi 20/1, Pärnu </w:t>
      </w:r>
      <w:r w:rsidRPr="006514A0">
        <w:rPr>
          <w:rFonts w:ascii="Times New Roman" w:hAnsi="Times New Roman" w:cs="Times New Roman"/>
          <w:color w:val="000000"/>
        </w:rPr>
        <w:t xml:space="preserve"> linn, Pärnu maakond, 80010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514A0">
        <w:rPr>
          <w:rFonts w:ascii="Times New Roman" w:hAnsi="Times New Roman" w:cs="Times New Roman"/>
          <w:color w:val="000000"/>
        </w:rPr>
        <w:t xml:space="preserve">Tel 564 75422, e-post </w:t>
      </w:r>
      <w:hyperlink r:id="rId12" w:history="1">
        <w:r w:rsidRPr="006514A0">
          <w:rPr>
            <w:rStyle w:val="Hyperlink"/>
            <w:rFonts w:ascii="Times New Roman" w:hAnsi="Times New Roman" w:cs="Times New Roman"/>
          </w:rPr>
          <w:t>meelis@karotrans.ee</w:t>
        </w:r>
      </w:hyperlink>
    </w:p>
    <w:p w:rsidR="00A62C1A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514A0">
        <w:rPr>
          <w:rFonts w:ascii="Times New Roman" w:hAnsi="Times New Roman" w:cs="Times New Roman"/>
          <w:i/>
          <w:color w:val="000000"/>
        </w:rPr>
        <w:t>(allkirjastatud digitaalselt)</w:t>
      </w: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Pr="006514A0" w:rsidRDefault="00A62C1A" w:rsidP="00A62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6514A0">
        <w:rPr>
          <w:rFonts w:ascii="Times New Roman" w:hAnsi="Times New Roman" w:cs="Times New Roman"/>
          <w:b/>
          <w:color w:val="000000"/>
        </w:rPr>
        <w:t xml:space="preserve">Meelis Lippe </w:t>
      </w:r>
    </w:p>
    <w:p w:rsidR="00A62C1A" w:rsidRPr="004B4A44" w:rsidRDefault="00A62C1A" w:rsidP="00A62C1A">
      <w:pPr>
        <w:spacing w:after="0"/>
        <w:outlineLvl w:val="0"/>
        <w:rPr>
          <w:rFonts w:ascii="Times New Roman" w:hAnsi="Times New Roman" w:cs="Times New Roman"/>
        </w:rPr>
      </w:pPr>
    </w:p>
    <w:p w:rsidR="00154EEC" w:rsidRPr="004B4A44" w:rsidRDefault="00154EEC" w:rsidP="00154EEC">
      <w:pPr>
        <w:spacing w:after="0"/>
        <w:jc w:val="both"/>
        <w:outlineLvl w:val="0"/>
        <w:rPr>
          <w:rFonts w:ascii="Times New Roman" w:hAnsi="Times New Roman" w:cs="Times New Roman"/>
          <w:b/>
        </w:rPr>
      </w:pP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  <w:r w:rsidRPr="004B4A44">
        <w:rPr>
          <w:rFonts w:ascii="Times New Roman" w:hAnsi="Times New Roman" w:cs="Times New Roman"/>
          <w:b/>
        </w:rPr>
        <w:tab/>
      </w:r>
    </w:p>
    <w:p w:rsidR="00154EEC" w:rsidRDefault="00154EEC" w:rsidP="00154EEC">
      <w:pPr>
        <w:spacing w:after="0"/>
        <w:jc w:val="both"/>
        <w:outlineLvl w:val="0"/>
        <w:rPr>
          <w:rFonts w:ascii="Times New Roman" w:hAnsi="Times New Roman" w:cs="Times New Roman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5C5AB4" w:rsidRPr="006514A0" w:rsidRDefault="005C5AB4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2C1A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85F9F" w:rsidRPr="006514A0" w:rsidRDefault="00A62C1A" w:rsidP="00A8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Lisa</w:t>
      </w:r>
      <w:r w:rsidR="00C0795A" w:rsidRPr="006514A0">
        <w:rPr>
          <w:rFonts w:ascii="Times New Roman" w:hAnsi="Times New Roman" w:cs="Times New Roman"/>
          <w:color w:val="000000"/>
        </w:rPr>
        <w:t xml:space="preserve"> 3</w:t>
      </w:r>
    </w:p>
    <w:p w:rsidR="00A85F9F" w:rsidRPr="006514A0" w:rsidRDefault="00A85F9F" w:rsidP="00A85F9F">
      <w:pPr>
        <w:tabs>
          <w:tab w:val="left" w:pos="5103"/>
        </w:tabs>
        <w:spacing w:line="240" w:lineRule="auto"/>
        <w:ind w:left="5103"/>
        <w:rPr>
          <w:rFonts w:ascii="Times New Roman" w:hAnsi="Times New Roman" w:cs="Times New Roman"/>
        </w:rPr>
      </w:pPr>
      <w:r w:rsidRPr="006514A0">
        <w:rPr>
          <w:rFonts w:ascii="Times New Roman" w:hAnsi="Times New Roman" w:cs="Times New Roman"/>
        </w:rPr>
        <w:tab/>
        <w:t xml:space="preserve"> </w:t>
      </w:r>
    </w:p>
    <w:p w:rsidR="00A722EA" w:rsidRPr="006514A0" w:rsidRDefault="00FF3246" w:rsidP="00A722EA">
      <w:pPr>
        <w:tabs>
          <w:tab w:val="left" w:pos="5103"/>
        </w:tabs>
        <w:spacing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Raamlepingu nr </w:t>
      </w:r>
      <w:r w:rsidR="00CF3010">
        <w:rPr>
          <w:rFonts w:ascii="Times New Roman" w:hAnsi="Times New Roman" w:cs="Times New Roman"/>
        </w:rPr>
        <w:t>3-2.5.2</w:t>
      </w:r>
      <w:r w:rsidR="003C0F8F" w:rsidRPr="00807B6C">
        <w:rPr>
          <w:rFonts w:ascii="Times New Roman" w:hAnsi="Times New Roman" w:cs="Times New Roman"/>
        </w:rPr>
        <w:t>/</w:t>
      </w:r>
      <w:r w:rsidR="00CF3010">
        <w:rPr>
          <w:rFonts w:ascii="Times New Roman" w:hAnsi="Times New Roman" w:cs="Times New Roman"/>
        </w:rPr>
        <w:t xml:space="preserve">18231801 </w:t>
      </w:r>
      <w:r w:rsidR="00A722EA" w:rsidRPr="006514A0">
        <w:rPr>
          <w:rFonts w:ascii="Times New Roman" w:hAnsi="Times New Roman" w:cs="Times New Roman"/>
        </w:rPr>
        <w:t>juurde</w:t>
      </w:r>
    </w:p>
    <w:p w:rsidR="00A85F9F" w:rsidRPr="006514A0" w:rsidRDefault="00A85F9F" w:rsidP="00A85F9F">
      <w:pPr>
        <w:tabs>
          <w:tab w:val="left" w:pos="5103"/>
        </w:tabs>
        <w:spacing w:line="240" w:lineRule="auto"/>
        <w:rPr>
          <w:rFonts w:ascii="Times New Roman" w:hAnsi="Times New Roman" w:cs="Times New Roman"/>
          <w:b/>
        </w:rPr>
      </w:pPr>
      <w:r w:rsidRPr="006514A0">
        <w:rPr>
          <w:rFonts w:ascii="Times New Roman" w:hAnsi="Times New Roman" w:cs="Times New Roman"/>
          <w:b/>
        </w:rPr>
        <w:t>HANKELEPING</w:t>
      </w:r>
      <w:r w:rsidRPr="006514A0">
        <w:rPr>
          <w:rFonts w:ascii="Times New Roman" w:hAnsi="Times New Roman" w:cs="Times New Roman"/>
          <w:b/>
        </w:rPr>
        <w:tab/>
      </w:r>
      <w:r w:rsidRPr="006514A0">
        <w:rPr>
          <w:rFonts w:ascii="Times New Roman" w:hAnsi="Times New Roman" w:cs="Times New Roman"/>
          <w:b/>
        </w:rPr>
        <w:tab/>
      </w:r>
    </w:p>
    <w:p w:rsidR="00A85F9F" w:rsidRPr="006514A0" w:rsidRDefault="00A85F9F" w:rsidP="00A85F9F">
      <w:pPr>
        <w:ind w:left="6372"/>
        <w:jc w:val="both"/>
        <w:outlineLvl w:val="0"/>
        <w:rPr>
          <w:rFonts w:ascii="Times New Roman" w:hAnsi="Times New Roman" w:cs="Times New Roman"/>
          <w:b/>
        </w:rPr>
      </w:pPr>
      <w:r w:rsidRPr="006514A0">
        <w:rPr>
          <w:rFonts w:ascii="Times New Roman" w:eastAsia="Times New Roman" w:hAnsi="Times New Roman" w:cs="Times New Roman"/>
          <w:lang w:eastAsia="et-EE"/>
        </w:rPr>
        <w:t>/Kuupäev vastavalt hilisemale digitaalsele allkirjale/</w:t>
      </w:r>
      <w:r w:rsidRPr="006514A0">
        <w:rPr>
          <w:rFonts w:ascii="Times New Roman" w:hAnsi="Times New Roman" w:cs="Times New Roman"/>
          <w:b/>
        </w:rPr>
        <w:tab/>
      </w: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 xml:space="preserve">  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  <w:t xml:space="preserve">                   </w:t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 xml:space="preserve">Riigimetsa Majandamise Keskus, keda esindab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., edaspidi nimetatud Tellija, ühelt poolt,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ja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., keda seaduse ja põhikirja alusel esindab juhatuse liige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., edaspidi nimetatud Töövõtja, teiselt poolt,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keda nimetatakse edaspidi käesolevas Lepingus Pool või koos Pooled,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sõlmisid käesoleva lepingu, edaspidi Leping, avatud menetlusega hanke „Metsamaterjali laadimine RMK Pu</w:t>
      </w:r>
      <w:r w:rsidR="00FF3246">
        <w:rPr>
          <w:rFonts w:ascii="Times New Roman" w:eastAsia="Times New Roman" w:hAnsi="Times New Roman" w:cs="Times New Roman"/>
          <w:lang w:eastAsia="et-EE"/>
        </w:rPr>
        <w:t>iduterminalis ja kaile vedu</w:t>
      </w:r>
      <w:r w:rsidRPr="006514A0">
        <w:rPr>
          <w:rFonts w:ascii="Times New Roman" w:eastAsia="Times New Roman" w:hAnsi="Times New Roman" w:cs="Times New Roman"/>
          <w:lang w:eastAsia="et-EE"/>
        </w:rPr>
        <w:t xml:space="preserve">“ (DHS nr </w:t>
      </w:r>
      <w:r w:rsidR="009B13F4" w:rsidRPr="009B13F4">
        <w:rPr>
          <w:rFonts w:ascii="Times New Roman" w:eastAsia="Times New Roman" w:hAnsi="Times New Roman" w:cs="Times New Roman"/>
          <w:lang w:eastAsia="et-EE"/>
        </w:rPr>
        <w:t>1-47.1461</w:t>
      </w:r>
      <w:r w:rsidRPr="006514A0">
        <w:rPr>
          <w:rFonts w:ascii="Times New Roman" w:eastAsia="Times New Roman" w:hAnsi="Times New Roman" w:cs="Times New Roman"/>
          <w:lang w:eastAsia="et-EE"/>
        </w:rPr>
        <w:t>, RH registri viitenumber</w:t>
      </w:r>
      <w:r w:rsidR="004F5B2F">
        <w:rPr>
          <w:rFonts w:ascii="Times New Roman" w:eastAsia="Times New Roman" w:hAnsi="Times New Roman" w:cs="Times New Roman"/>
          <w:lang w:eastAsia="et-EE"/>
        </w:rPr>
        <w:t xml:space="preserve"> </w:t>
      </w:r>
      <w:r w:rsidR="009B13F4" w:rsidRPr="009B13F4">
        <w:rPr>
          <w:rFonts w:ascii="Times New Roman" w:eastAsia="Times New Roman" w:hAnsi="Times New Roman" w:cs="Times New Roman"/>
          <w:lang w:eastAsia="et-EE"/>
        </w:rPr>
        <w:t>196457</w:t>
      </w:r>
      <w:r w:rsidRPr="006514A0">
        <w:rPr>
          <w:rFonts w:ascii="Times New Roman" w:eastAsia="Times New Roman" w:hAnsi="Times New Roman" w:cs="Times New Roman"/>
          <w:lang w:eastAsia="et-EE"/>
        </w:rPr>
        <w:t>) raames läbiviidud minikonkursi „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“ (viitenumber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.) alusel alljärgnevas: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 xml:space="preserve">1. Lepinguga Tellija tellib ja Töövõtja kohustub osutama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tm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 (+-10%) metsamaterjali laadimise ja veoteenust lepingu kehtivuse perioodi jooksul, RMK puiduterminalist asukohaga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 sadama kaile.</w:t>
      </w:r>
      <w:r w:rsidR="00CC2148">
        <w:rPr>
          <w:rFonts w:ascii="Times New Roman" w:eastAsia="Times New Roman" w:hAnsi="Times New Roman" w:cs="Times New Roman"/>
          <w:lang w:eastAsia="et-EE"/>
        </w:rPr>
        <w:t xml:space="preserve"> </w:t>
      </w:r>
    </w:p>
    <w:p w:rsidR="00CC2148" w:rsidRDefault="00CC2148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2. Lepingu aluseks on avatud menetlusega hanke „Metsamaterjali laadimine RMK Pu</w:t>
      </w:r>
      <w:r w:rsidR="00FF3246">
        <w:rPr>
          <w:rFonts w:ascii="Times New Roman" w:eastAsia="Times New Roman" w:hAnsi="Times New Roman" w:cs="Times New Roman"/>
          <w:lang w:eastAsia="et-EE"/>
        </w:rPr>
        <w:t>iduterminalis ja kaile vedu</w:t>
      </w:r>
      <w:r w:rsidRPr="006514A0">
        <w:rPr>
          <w:rFonts w:ascii="Times New Roman" w:eastAsia="Times New Roman" w:hAnsi="Times New Roman" w:cs="Times New Roman"/>
          <w:lang w:eastAsia="et-EE"/>
        </w:rPr>
        <w:t>“ (</w:t>
      </w:r>
      <w:r w:rsidR="009B13F4" w:rsidRPr="009B13F4">
        <w:rPr>
          <w:rFonts w:ascii="Times New Roman" w:eastAsia="Times New Roman" w:hAnsi="Times New Roman" w:cs="Times New Roman"/>
          <w:lang w:eastAsia="et-EE"/>
        </w:rPr>
        <w:t>DHS nr 1-47.1461</w:t>
      </w:r>
      <w:r w:rsidRPr="006514A0">
        <w:rPr>
          <w:rFonts w:ascii="Times New Roman" w:eastAsia="Times New Roman" w:hAnsi="Times New Roman" w:cs="Times New Roman"/>
          <w:lang w:eastAsia="et-EE"/>
        </w:rPr>
        <w:t>, RH registri viitenumb</w:t>
      </w:r>
      <w:r w:rsidR="00FF3246">
        <w:rPr>
          <w:rFonts w:ascii="Times New Roman" w:eastAsia="Times New Roman" w:hAnsi="Times New Roman" w:cs="Times New Roman"/>
          <w:lang w:eastAsia="et-EE"/>
        </w:rPr>
        <w:t xml:space="preserve">er </w:t>
      </w:r>
      <w:r w:rsidR="009B13F4" w:rsidRPr="009B13F4">
        <w:rPr>
          <w:rFonts w:ascii="Times New Roman" w:eastAsia="Times New Roman" w:hAnsi="Times New Roman" w:cs="Times New Roman"/>
          <w:lang w:eastAsia="et-EE"/>
        </w:rPr>
        <w:t>196457</w:t>
      </w:r>
      <w:r w:rsidRPr="006514A0">
        <w:rPr>
          <w:rFonts w:ascii="Times New Roman" w:eastAsia="Times New Roman" w:hAnsi="Times New Roman" w:cs="Times New Roman"/>
          <w:lang w:eastAsia="et-EE"/>
        </w:rPr>
        <w:t xml:space="preserve">) hankedokumendid,  ning Töövõtja poolt hankes esitatud pakkumus. 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 xml:space="preserve">3. Tellija tasub Töövõtjale Lepingu punktis 1 nimetatud Tööde eest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>..  (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………………….……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 ) </w:t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eurot/tm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 xml:space="preserve"> kohta. 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5C5AB4" w:rsidRPr="006514A0" w:rsidRDefault="005C5AB4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Poolte allkirjad:</w:t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Tellija</w:t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  <w:t>Töövõtja</w:t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NIMI</w:t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proofErr w:type="spellStart"/>
      <w:r w:rsidRPr="006514A0">
        <w:rPr>
          <w:rFonts w:ascii="Times New Roman" w:eastAsia="Times New Roman" w:hAnsi="Times New Roman" w:cs="Times New Roman"/>
          <w:lang w:eastAsia="et-EE"/>
        </w:rPr>
        <w:t>NIMI</w:t>
      </w:r>
      <w:proofErr w:type="spellEnd"/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</w:p>
    <w:p w:rsidR="00A85F9F" w:rsidRPr="006514A0" w:rsidRDefault="00A85F9F" w:rsidP="00A85F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6514A0">
        <w:rPr>
          <w:rFonts w:ascii="Times New Roman" w:eastAsia="Times New Roman" w:hAnsi="Times New Roman" w:cs="Times New Roman"/>
          <w:lang w:eastAsia="et-EE"/>
        </w:rPr>
        <w:t>(allkirjastatud digitaalselt)</w:t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</w:r>
      <w:r w:rsidRPr="006514A0">
        <w:rPr>
          <w:rFonts w:ascii="Times New Roman" w:eastAsia="Times New Roman" w:hAnsi="Times New Roman" w:cs="Times New Roman"/>
          <w:lang w:eastAsia="et-EE"/>
        </w:rPr>
        <w:tab/>
        <w:t>(allkirjastatud digitaalselt)</w:t>
      </w: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p w:rsidR="00A85F9F" w:rsidRPr="006514A0" w:rsidRDefault="00A85F9F" w:rsidP="005F6E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sectPr w:rsidR="00A85F9F" w:rsidRPr="006514A0" w:rsidSect="00614534">
      <w:headerReference w:type="default" r:id="rId13"/>
      <w:headerReference w:type="first" r:id="rId14"/>
      <w:pgSz w:w="11906" w:h="16838"/>
      <w:pgMar w:top="808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07" w:rsidRDefault="00E70307" w:rsidP="003112AB">
      <w:pPr>
        <w:spacing w:after="0" w:line="240" w:lineRule="auto"/>
      </w:pPr>
      <w:r>
        <w:separator/>
      </w:r>
    </w:p>
  </w:endnote>
  <w:endnote w:type="continuationSeparator" w:id="0">
    <w:p w:rsidR="00E70307" w:rsidRDefault="00E70307" w:rsidP="00311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07" w:rsidRDefault="00E70307" w:rsidP="003112AB">
      <w:pPr>
        <w:spacing w:after="0" w:line="240" w:lineRule="auto"/>
      </w:pPr>
      <w:r>
        <w:separator/>
      </w:r>
    </w:p>
  </w:footnote>
  <w:footnote w:type="continuationSeparator" w:id="0">
    <w:p w:rsidR="00E70307" w:rsidRDefault="00E70307" w:rsidP="00311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307" w:rsidRPr="005B2916" w:rsidRDefault="00E70307" w:rsidP="003405A9">
    <w:pPr>
      <w:pStyle w:val="NoSpacing"/>
      <w:ind w:left="4248" w:firstLine="708"/>
      <w:rPr>
        <w:b/>
      </w:rPr>
    </w:pPr>
    <w:r w:rsidRPr="005B2916">
      <w:rPr>
        <w:b/>
      </w:rPr>
      <w:t>ASUTUSESISESEKS KASUTAMISEKS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307" w:rsidRPr="005B2916" w:rsidRDefault="00E70307" w:rsidP="003405A9">
    <w:pPr>
      <w:pStyle w:val="NoSpacing"/>
      <w:ind w:left="4248" w:firstLine="708"/>
      <w:rPr>
        <w:b/>
      </w:rPr>
    </w:pPr>
    <w:r w:rsidRPr="005B2916">
      <w:rPr>
        <w:b/>
      </w:rPr>
      <w:t>ASUTUSESISESEKS KASUTAMISEKS</w:t>
    </w:r>
  </w:p>
  <w:p w:rsidR="00E70307" w:rsidRPr="005B2916" w:rsidRDefault="00E70307" w:rsidP="003405A9">
    <w:pPr>
      <w:pStyle w:val="NoSpacing"/>
    </w:pP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  <w:t xml:space="preserve">Märge tehtud </w:t>
    </w:r>
    <w:r w:rsidRPr="001A60CC">
      <w:rPr>
        <w:bCs/>
      </w:rPr>
      <w:t>(digitaalallkirja kuupäev)</w:t>
    </w:r>
  </w:p>
  <w:p w:rsidR="00E70307" w:rsidRPr="005B2916" w:rsidRDefault="00E70307" w:rsidP="003405A9">
    <w:pPr>
      <w:pStyle w:val="NoSpacing"/>
    </w:pPr>
    <w:r w:rsidRPr="005B2916">
      <w:tab/>
    </w:r>
    <w:r w:rsidRPr="005B2916">
      <w:tab/>
    </w:r>
    <w:r w:rsidRPr="005B2916">
      <w:tab/>
    </w:r>
    <w:r w:rsidRPr="005B2916">
      <w:tab/>
    </w:r>
    <w:r w:rsidRPr="005B2916">
      <w:tab/>
    </w:r>
    <w:r w:rsidRPr="005B2916">
      <w:tab/>
    </w:r>
    <w:r w:rsidRPr="005B2916">
      <w:tab/>
      <w:t>Riigimetsa Majandamise Keskuses.</w:t>
    </w:r>
  </w:p>
  <w:p w:rsidR="00E70307" w:rsidRPr="005B2916" w:rsidRDefault="00E70307" w:rsidP="003405A9">
    <w:pPr>
      <w:pStyle w:val="NoSpacing"/>
    </w:pP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  <w:t xml:space="preserve">Kehtib kuni </w:t>
    </w:r>
    <w:r w:rsidRPr="001A60CC">
      <w:rPr>
        <w:bCs/>
      </w:rPr>
      <w:t>(</w:t>
    </w:r>
    <w:r>
      <w:rPr>
        <w:rFonts w:ascii="Helvetica" w:hAnsi="Helvetica" w:cs="Helvetica"/>
        <w:sz w:val="18"/>
        <w:szCs w:val="18"/>
      </w:rPr>
      <w:t>5 aastat digitaalallkirja kuupäevast</w:t>
    </w:r>
    <w:r>
      <w:t>)</w:t>
    </w:r>
  </w:p>
  <w:p w:rsidR="00E70307" w:rsidRPr="005B2916" w:rsidRDefault="00E70307" w:rsidP="003405A9">
    <w:pPr>
      <w:pStyle w:val="NoSpacing"/>
    </w:pP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</w:r>
    <w:r w:rsidRPr="005B2916">
      <w:rPr>
        <w:b/>
        <w:bCs/>
      </w:rPr>
      <w:tab/>
      <w:t xml:space="preserve">Alus </w:t>
    </w:r>
    <w:proofErr w:type="spellStart"/>
    <w:r w:rsidRPr="005B2916">
      <w:t>AvTS</w:t>
    </w:r>
    <w:proofErr w:type="spellEnd"/>
    <w:r w:rsidRPr="005B2916">
      <w:t xml:space="preserve"> § 35 lg 1 p 17. </w:t>
    </w:r>
  </w:p>
  <w:p w:rsidR="00E70307" w:rsidRDefault="00E703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AA3"/>
    <w:multiLevelType w:val="multilevel"/>
    <w:tmpl w:val="268AE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116D36"/>
    <w:multiLevelType w:val="multilevel"/>
    <w:tmpl w:val="268AE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61743F"/>
    <w:multiLevelType w:val="multilevel"/>
    <w:tmpl w:val="43E40EF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2" w:hanging="540"/>
      </w:pPr>
    </w:lvl>
    <w:lvl w:ilvl="2">
      <w:start w:val="1"/>
      <w:numFmt w:val="decimal"/>
      <w:lvlText w:val="%1.%2.%3."/>
      <w:lvlJc w:val="left"/>
      <w:pPr>
        <w:ind w:left="142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3">
    <w:nsid w:val="48FD53E0"/>
    <w:multiLevelType w:val="multilevel"/>
    <w:tmpl w:val="0A9EC5E4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892" w:hanging="5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4">
    <w:nsid w:val="4F802A3E"/>
    <w:multiLevelType w:val="hybridMultilevel"/>
    <w:tmpl w:val="9F74B4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2074F"/>
    <w:multiLevelType w:val="multilevel"/>
    <w:tmpl w:val="09B25C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6">
    <w:nsid w:val="611075A6"/>
    <w:multiLevelType w:val="multilevel"/>
    <w:tmpl w:val="074650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7">
    <w:nsid w:val="6C640DD3"/>
    <w:multiLevelType w:val="multilevel"/>
    <w:tmpl w:val="268AE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4"/>
    <w:rsid w:val="00005C77"/>
    <w:rsid w:val="0000778F"/>
    <w:rsid w:val="00086E2F"/>
    <w:rsid w:val="000876BC"/>
    <w:rsid w:val="00095B6A"/>
    <w:rsid w:val="000A293B"/>
    <w:rsid w:val="000B05FC"/>
    <w:rsid w:val="000C0C27"/>
    <w:rsid w:val="000D1255"/>
    <w:rsid w:val="000D2C22"/>
    <w:rsid w:val="000D401A"/>
    <w:rsid w:val="001103FC"/>
    <w:rsid w:val="00112EAB"/>
    <w:rsid w:val="001155A4"/>
    <w:rsid w:val="001327F0"/>
    <w:rsid w:val="001455B1"/>
    <w:rsid w:val="00153CB4"/>
    <w:rsid w:val="00154EEC"/>
    <w:rsid w:val="00154F12"/>
    <w:rsid w:val="00184A2F"/>
    <w:rsid w:val="00191C61"/>
    <w:rsid w:val="001929A9"/>
    <w:rsid w:val="001A60CC"/>
    <w:rsid w:val="001A60CD"/>
    <w:rsid w:val="001D6542"/>
    <w:rsid w:val="001E1B47"/>
    <w:rsid w:val="002106DB"/>
    <w:rsid w:val="0021226F"/>
    <w:rsid w:val="00213BB1"/>
    <w:rsid w:val="00230D05"/>
    <w:rsid w:val="002411E2"/>
    <w:rsid w:val="00247C73"/>
    <w:rsid w:val="0025720D"/>
    <w:rsid w:val="00266E0B"/>
    <w:rsid w:val="002713FF"/>
    <w:rsid w:val="00290494"/>
    <w:rsid w:val="002A1B2E"/>
    <w:rsid w:val="002B3E79"/>
    <w:rsid w:val="002C37B5"/>
    <w:rsid w:val="002D5A22"/>
    <w:rsid w:val="002E29B7"/>
    <w:rsid w:val="002E48A8"/>
    <w:rsid w:val="002F442E"/>
    <w:rsid w:val="00300AAF"/>
    <w:rsid w:val="003038BC"/>
    <w:rsid w:val="003112AB"/>
    <w:rsid w:val="00322476"/>
    <w:rsid w:val="0032723F"/>
    <w:rsid w:val="00335CB8"/>
    <w:rsid w:val="003405A9"/>
    <w:rsid w:val="00344C84"/>
    <w:rsid w:val="00347D26"/>
    <w:rsid w:val="00360B02"/>
    <w:rsid w:val="003830B7"/>
    <w:rsid w:val="003861FA"/>
    <w:rsid w:val="003862C3"/>
    <w:rsid w:val="003A0617"/>
    <w:rsid w:val="003B13AA"/>
    <w:rsid w:val="003B6384"/>
    <w:rsid w:val="003C0F8F"/>
    <w:rsid w:val="003C3199"/>
    <w:rsid w:val="003C7548"/>
    <w:rsid w:val="003D3C4E"/>
    <w:rsid w:val="003D5F30"/>
    <w:rsid w:val="003E444A"/>
    <w:rsid w:val="004048FB"/>
    <w:rsid w:val="00407335"/>
    <w:rsid w:val="004366AE"/>
    <w:rsid w:val="0047216E"/>
    <w:rsid w:val="004758E6"/>
    <w:rsid w:val="00482290"/>
    <w:rsid w:val="004B16AE"/>
    <w:rsid w:val="004B4A44"/>
    <w:rsid w:val="004E2C0C"/>
    <w:rsid w:val="004F43FB"/>
    <w:rsid w:val="004F5B2F"/>
    <w:rsid w:val="00511147"/>
    <w:rsid w:val="00514944"/>
    <w:rsid w:val="005427B5"/>
    <w:rsid w:val="00550B1C"/>
    <w:rsid w:val="005638E8"/>
    <w:rsid w:val="00563C0F"/>
    <w:rsid w:val="00595597"/>
    <w:rsid w:val="005A0243"/>
    <w:rsid w:val="005B263E"/>
    <w:rsid w:val="005B2916"/>
    <w:rsid w:val="005C5AB4"/>
    <w:rsid w:val="005E345C"/>
    <w:rsid w:val="005F6EDC"/>
    <w:rsid w:val="00600425"/>
    <w:rsid w:val="00605744"/>
    <w:rsid w:val="006141C7"/>
    <w:rsid w:val="00614534"/>
    <w:rsid w:val="006232F9"/>
    <w:rsid w:val="0062477C"/>
    <w:rsid w:val="0064719A"/>
    <w:rsid w:val="006514A0"/>
    <w:rsid w:val="00663561"/>
    <w:rsid w:val="00675755"/>
    <w:rsid w:val="00680E8E"/>
    <w:rsid w:val="0069090A"/>
    <w:rsid w:val="00692A92"/>
    <w:rsid w:val="00696CA2"/>
    <w:rsid w:val="006A0AA4"/>
    <w:rsid w:val="006F0DD8"/>
    <w:rsid w:val="006F3151"/>
    <w:rsid w:val="00703949"/>
    <w:rsid w:val="00715EB3"/>
    <w:rsid w:val="0072244C"/>
    <w:rsid w:val="007225B7"/>
    <w:rsid w:val="0073646D"/>
    <w:rsid w:val="00751492"/>
    <w:rsid w:val="00764092"/>
    <w:rsid w:val="0076639E"/>
    <w:rsid w:val="00792AF9"/>
    <w:rsid w:val="007C3066"/>
    <w:rsid w:val="00807B6C"/>
    <w:rsid w:val="00807BE6"/>
    <w:rsid w:val="00851118"/>
    <w:rsid w:val="008832E4"/>
    <w:rsid w:val="008A55B0"/>
    <w:rsid w:val="008C6E0A"/>
    <w:rsid w:val="00903097"/>
    <w:rsid w:val="00932222"/>
    <w:rsid w:val="009467A4"/>
    <w:rsid w:val="009559F7"/>
    <w:rsid w:val="009A4A8D"/>
    <w:rsid w:val="009A5558"/>
    <w:rsid w:val="009A7F9C"/>
    <w:rsid w:val="009B13F4"/>
    <w:rsid w:val="009C35BA"/>
    <w:rsid w:val="009D06AA"/>
    <w:rsid w:val="009F39F8"/>
    <w:rsid w:val="009F57B1"/>
    <w:rsid w:val="00A02D77"/>
    <w:rsid w:val="00A10FF6"/>
    <w:rsid w:val="00A14900"/>
    <w:rsid w:val="00A266EC"/>
    <w:rsid w:val="00A40269"/>
    <w:rsid w:val="00A62C1A"/>
    <w:rsid w:val="00A722EA"/>
    <w:rsid w:val="00A80BC7"/>
    <w:rsid w:val="00A85F9F"/>
    <w:rsid w:val="00A9144E"/>
    <w:rsid w:val="00A91E7E"/>
    <w:rsid w:val="00AA18EB"/>
    <w:rsid w:val="00AF3428"/>
    <w:rsid w:val="00AF5611"/>
    <w:rsid w:val="00B02760"/>
    <w:rsid w:val="00B66BD2"/>
    <w:rsid w:val="00B91BAE"/>
    <w:rsid w:val="00BC0872"/>
    <w:rsid w:val="00BC0C31"/>
    <w:rsid w:val="00BE19A2"/>
    <w:rsid w:val="00BE64AC"/>
    <w:rsid w:val="00C02AA5"/>
    <w:rsid w:val="00C0795A"/>
    <w:rsid w:val="00C4179B"/>
    <w:rsid w:val="00C4465F"/>
    <w:rsid w:val="00C45989"/>
    <w:rsid w:val="00C5267B"/>
    <w:rsid w:val="00C53B87"/>
    <w:rsid w:val="00C5758F"/>
    <w:rsid w:val="00C667F2"/>
    <w:rsid w:val="00C86304"/>
    <w:rsid w:val="00C95E2B"/>
    <w:rsid w:val="00CA0589"/>
    <w:rsid w:val="00CB6209"/>
    <w:rsid w:val="00CC2148"/>
    <w:rsid w:val="00CE1C90"/>
    <w:rsid w:val="00CE6006"/>
    <w:rsid w:val="00CE7923"/>
    <w:rsid w:val="00CF3010"/>
    <w:rsid w:val="00D15A5C"/>
    <w:rsid w:val="00D15C48"/>
    <w:rsid w:val="00D15D2C"/>
    <w:rsid w:val="00D51FF9"/>
    <w:rsid w:val="00D56C10"/>
    <w:rsid w:val="00D65F84"/>
    <w:rsid w:val="00D71BA3"/>
    <w:rsid w:val="00D73E71"/>
    <w:rsid w:val="00D81241"/>
    <w:rsid w:val="00D92027"/>
    <w:rsid w:val="00D95EC3"/>
    <w:rsid w:val="00DA68AC"/>
    <w:rsid w:val="00DE03CA"/>
    <w:rsid w:val="00DE1FC0"/>
    <w:rsid w:val="00DE2AE6"/>
    <w:rsid w:val="00DE57BC"/>
    <w:rsid w:val="00DF1450"/>
    <w:rsid w:val="00E11A13"/>
    <w:rsid w:val="00E1480E"/>
    <w:rsid w:val="00E31D62"/>
    <w:rsid w:val="00E521F8"/>
    <w:rsid w:val="00E55E63"/>
    <w:rsid w:val="00E56918"/>
    <w:rsid w:val="00E6188A"/>
    <w:rsid w:val="00E70307"/>
    <w:rsid w:val="00E73F40"/>
    <w:rsid w:val="00EB35B0"/>
    <w:rsid w:val="00ED1DE4"/>
    <w:rsid w:val="00EF7FEB"/>
    <w:rsid w:val="00F47AE2"/>
    <w:rsid w:val="00F50CA7"/>
    <w:rsid w:val="00FC2C7F"/>
    <w:rsid w:val="00FC73A3"/>
    <w:rsid w:val="00FF1796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D2"/>
    <w:basedOn w:val="Normal"/>
    <w:next w:val="BodyText"/>
    <w:link w:val="Heading2Char"/>
    <w:autoRedefine/>
    <w:qFormat/>
    <w:rsid w:val="00D15D2C"/>
    <w:pPr>
      <w:tabs>
        <w:tab w:val="left" w:pos="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noProof/>
      <w:kern w:val="28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19A"/>
    <w:pPr>
      <w:ind w:left="720"/>
      <w:contextualSpacing/>
    </w:pPr>
  </w:style>
  <w:style w:type="character" w:customStyle="1" w:styleId="Heading2Char">
    <w:name w:val="Heading 2 Char"/>
    <w:aliases w:val="HD2 Char"/>
    <w:basedOn w:val="DefaultParagraphFont"/>
    <w:link w:val="Heading2"/>
    <w:rsid w:val="00D15D2C"/>
    <w:rPr>
      <w:rFonts w:ascii="Times New Roman" w:eastAsia="Times New Roman" w:hAnsi="Times New Roman" w:cs="Times New Roman"/>
      <w:b/>
      <w:bCs/>
      <w:noProof/>
      <w:kern w:val="28"/>
      <w:sz w:val="24"/>
      <w:szCs w:val="24"/>
      <w:lang w:eastAsia="et-EE"/>
    </w:rPr>
  </w:style>
  <w:style w:type="paragraph" w:styleId="BodyText">
    <w:name w:val="Body Text"/>
    <w:basedOn w:val="Normal"/>
    <w:link w:val="BodyTextChar"/>
    <w:uiPriority w:val="99"/>
    <w:semiHidden/>
    <w:unhideWhenUsed/>
    <w:rsid w:val="00D15D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5D2C"/>
  </w:style>
  <w:style w:type="character" w:styleId="Hyperlink">
    <w:name w:val="Hyperlink"/>
    <w:uiPriority w:val="99"/>
    <w:rsid w:val="0072244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224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BodyTextIndentChar">
    <w:name w:val="Body Text Indent Char"/>
    <w:basedOn w:val="DefaultParagraphFont"/>
    <w:link w:val="BodyTextIndent"/>
    <w:rsid w:val="0072244C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184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A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A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11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2AB"/>
  </w:style>
  <w:style w:type="paragraph" w:styleId="Footer">
    <w:name w:val="footer"/>
    <w:basedOn w:val="Normal"/>
    <w:link w:val="FooterChar"/>
    <w:uiPriority w:val="99"/>
    <w:unhideWhenUsed/>
    <w:rsid w:val="00311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2AB"/>
  </w:style>
  <w:style w:type="character" w:styleId="PageNumber">
    <w:name w:val="page number"/>
    <w:basedOn w:val="DefaultParagraphFont"/>
    <w:rsid w:val="003112AB"/>
  </w:style>
  <w:style w:type="paragraph" w:customStyle="1" w:styleId="text-3mezera">
    <w:name w:val="text - 3 mezera"/>
    <w:basedOn w:val="Normal"/>
    <w:rsid w:val="00E55E63"/>
    <w:pPr>
      <w:widowControl w:val="0"/>
      <w:suppressAutoHyphens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tekst4">
    <w:name w:val="tekst4"/>
    <w:basedOn w:val="DefaultParagraphFont"/>
    <w:rsid w:val="00E55E63"/>
  </w:style>
  <w:style w:type="paragraph" w:styleId="Caption">
    <w:name w:val="caption"/>
    <w:basedOn w:val="Normal"/>
    <w:next w:val="Normal"/>
    <w:uiPriority w:val="99"/>
    <w:qFormat/>
    <w:rsid w:val="005B2916"/>
    <w:pPr>
      <w:framePr w:w="4423" w:h="1191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Arial"/>
      <w:b/>
      <w:bCs/>
      <w:spacing w:val="2"/>
      <w:position w:val="6"/>
      <w:sz w:val="17"/>
      <w:szCs w:val="20"/>
    </w:rPr>
  </w:style>
  <w:style w:type="paragraph" w:styleId="NoSpacing">
    <w:name w:val="No Spacing"/>
    <w:uiPriority w:val="1"/>
    <w:qFormat/>
    <w:rsid w:val="005B29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D2"/>
    <w:basedOn w:val="Normal"/>
    <w:next w:val="BodyText"/>
    <w:link w:val="Heading2Char"/>
    <w:autoRedefine/>
    <w:qFormat/>
    <w:rsid w:val="00D15D2C"/>
    <w:pPr>
      <w:tabs>
        <w:tab w:val="left" w:pos="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noProof/>
      <w:kern w:val="28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19A"/>
    <w:pPr>
      <w:ind w:left="720"/>
      <w:contextualSpacing/>
    </w:pPr>
  </w:style>
  <w:style w:type="character" w:customStyle="1" w:styleId="Heading2Char">
    <w:name w:val="Heading 2 Char"/>
    <w:aliases w:val="HD2 Char"/>
    <w:basedOn w:val="DefaultParagraphFont"/>
    <w:link w:val="Heading2"/>
    <w:rsid w:val="00D15D2C"/>
    <w:rPr>
      <w:rFonts w:ascii="Times New Roman" w:eastAsia="Times New Roman" w:hAnsi="Times New Roman" w:cs="Times New Roman"/>
      <w:b/>
      <w:bCs/>
      <w:noProof/>
      <w:kern w:val="28"/>
      <w:sz w:val="24"/>
      <w:szCs w:val="24"/>
      <w:lang w:eastAsia="et-EE"/>
    </w:rPr>
  </w:style>
  <w:style w:type="paragraph" w:styleId="BodyText">
    <w:name w:val="Body Text"/>
    <w:basedOn w:val="Normal"/>
    <w:link w:val="BodyTextChar"/>
    <w:uiPriority w:val="99"/>
    <w:semiHidden/>
    <w:unhideWhenUsed/>
    <w:rsid w:val="00D15D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5D2C"/>
  </w:style>
  <w:style w:type="character" w:styleId="Hyperlink">
    <w:name w:val="Hyperlink"/>
    <w:uiPriority w:val="99"/>
    <w:rsid w:val="0072244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224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BodyTextIndentChar">
    <w:name w:val="Body Text Indent Char"/>
    <w:basedOn w:val="DefaultParagraphFont"/>
    <w:link w:val="BodyTextIndent"/>
    <w:rsid w:val="0072244C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184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A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A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11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2AB"/>
  </w:style>
  <w:style w:type="paragraph" w:styleId="Footer">
    <w:name w:val="footer"/>
    <w:basedOn w:val="Normal"/>
    <w:link w:val="FooterChar"/>
    <w:uiPriority w:val="99"/>
    <w:unhideWhenUsed/>
    <w:rsid w:val="00311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2AB"/>
  </w:style>
  <w:style w:type="character" w:styleId="PageNumber">
    <w:name w:val="page number"/>
    <w:basedOn w:val="DefaultParagraphFont"/>
    <w:rsid w:val="003112AB"/>
  </w:style>
  <w:style w:type="paragraph" w:customStyle="1" w:styleId="text-3mezera">
    <w:name w:val="text - 3 mezera"/>
    <w:basedOn w:val="Normal"/>
    <w:rsid w:val="00E55E63"/>
    <w:pPr>
      <w:widowControl w:val="0"/>
      <w:suppressAutoHyphens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tekst4">
    <w:name w:val="tekst4"/>
    <w:basedOn w:val="DefaultParagraphFont"/>
    <w:rsid w:val="00E55E63"/>
  </w:style>
  <w:style w:type="paragraph" w:styleId="Caption">
    <w:name w:val="caption"/>
    <w:basedOn w:val="Normal"/>
    <w:next w:val="Normal"/>
    <w:uiPriority w:val="99"/>
    <w:qFormat/>
    <w:rsid w:val="005B2916"/>
    <w:pPr>
      <w:framePr w:w="4423" w:h="1191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Arial"/>
      <w:b/>
      <w:bCs/>
      <w:spacing w:val="2"/>
      <w:position w:val="6"/>
      <w:sz w:val="17"/>
      <w:szCs w:val="20"/>
    </w:rPr>
  </w:style>
  <w:style w:type="paragraph" w:styleId="NoSpacing">
    <w:name w:val="No Spacing"/>
    <w:uiPriority w:val="1"/>
    <w:qFormat/>
    <w:rsid w:val="005B2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elis@karotrans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drus@hmpk.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woodtrans18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omet.jurgenson@rmk.e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E977-8A51-4945-BF0C-FD9120A91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80A40046.dotm</Template>
  <TotalTime>22</TotalTime>
  <Pages>3</Pages>
  <Words>614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Romet Jürgenson</dc:creator>
  <cp:lastModifiedBy>Romet Jürgenson</cp:lastModifiedBy>
  <cp:revision>4</cp:revision>
  <cp:lastPrinted>2018-05-28T14:35:00Z</cp:lastPrinted>
  <dcterms:created xsi:type="dcterms:W3CDTF">2018-07-08T19:42:00Z</dcterms:created>
  <dcterms:modified xsi:type="dcterms:W3CDTF">2018-07-08T20:10:00Z</dcterms:modified>
</cp:coreProperties>
</file>